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Egert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5EB54409">
              <w:rPr>
                <w:rFonts w:ascii="Times New Roman" w:hAnsi="Times New Roman"/>
                <w:sz w:val="24"/>
                <w:szCs w:val="24"/>
              </w:rPr>
              <w:t>Threod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lennutaja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>5912 4911, Sakari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2677207A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</w:t>
            </w:r>
            <w:r w:rsidR="009D6DFB">
              <w:rPr>
                <w:rFonts w:ascii="Times New Roman" w:hAnsi="Times New Roman"/>
                <w:sz w:val="24"/>
                <w:szCs w:val="24"/>
              </w:rPr>
              <w:t>366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6683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Andreas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6DFB">
              <w:rPr>
                <w:rFonts w:ascii="Times New Roman" w:hAnsi="Times New Roman"/>
                <w:sz w:val="24"/>
                <w:szCs w:val="24"/>
              </w:rPr>
              <w:t>Kärner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672F03A4" w:rsidR="004B3A7A" w:rsidRDefault="007018B8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9E197C">
              <w:rPr>
                <w:rFonts w:ascii="Times New Roman" w:hAnsi="Times New Roman"/>
                <w:sz w:val="24"/>
                <w:szCs w:val="24"/>
              </w:rPr>
              <w:t>8</w:t>
            </w:r>
            <w:r w:rsidR="00F7479E">
              <w:rPr>
                <w:rFonts w:ascii="Times New Roman" w:hAnsi="Times New Roman"/>
                <w:sz w:val="24"/>
                <w:szCs w:val="24"/>
              </w:rPr>
              <w:t>.0</w:t>
            </w:r>
            <w:r w:rsidR="009E197C">
              <w:rPr>
                <w:rFonts w:ascii="Times New Roman" w:hAnsi="Times New Roman"/>
                <w:sz w:val="24"/>
                <w:szCs w:val="24"/>
              </w:rPr>
              <w:t>9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479E">
              <w:rPr>
                <w:rFonts w:ascii="Times New Roman" w:hAnsi="Times New Roman"/>
                <w:sz w:val="24"/>
                <w:szCs w:val="24"/>
              </w:rPr>
              <w:t>–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197C">
              <w:rPr>
                <w:rFonts w:ascii="Times New Roman" w:hAnsi="Times New Roman"/>
                <w:sz w:val="24"/>
                <w:szCs w:val="24"/>
              </w:rPr>
              <w:t>12</w:t>
            </w:r>
            <w:r w:rsidR="00F7479E">
              <w:rPr>
                <w:rFonts w:ascii="Times New Roman" w:hAnsi="Times New Roman"/>
                <w:sz w:val="24"/>
                <w:szCs w:val="24"/>
              </w:rPr>
              <w:t>.0</w:t>
            </w:r>
            <w:r w:rsidR="009E197C">
              <w:rPr>
                <w:rFonts w:ascii="Times New Roman" w:hAnsi="Times New Roman"/>
                <w:sz w:val="24"/>
                <w:szCs w:val="24"/>
              </w:rPr>
              <w:t>9</w:t>
            </w:r>
            <w:r w:rsidR="00F7479E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317377B0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A26A71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A26A7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7E4E3428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9-01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9E197C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01.09.2025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9CDC5" w14:textId="77777777" w:rsidR="002178CC" w:rsidRDefault="002178CC" w:rsidP="0022188E">
      <w:pPr>
        <w:spacing w:after="0" w:line="240" w:lineRule="auto"/>
      </w:pPr>
      <w:r>
        <w:separator/>
      </w:r>
    </w:p>
  </w:endnote>
  <w:endnote w:type="continuationSeparator" w:id="0">
    <w:p w14:paraId="7ECA95E1" w14:textId="77777777" w:rsidR="002178CC" w:rsidRDefault="002178CC" w:rsidP="0022188E">
      <w:pPr>
        <w:spacing w:after="0" w:line="240" w:lineRule="auto"/>
      </w:pPr>
      <w:r>
        <w:continuationSeparator/>
      </w:r>
    </w:p>
  </w:endnote>
  <w:endnote w:type="continuationNotice" w:id="1">
    <w:p w14:paraId="329CE4B6" w14:textId="77777777" w:rsidR="002178CC" w:rsidRDefault="002178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1D40F2" w14:textId="77777777" w:rsidR="002178CC" w:rsidRDefault="002178CC" w:rsidP="0022188E">
      <w:pPr>
        <w:spacing w:after="0" w:line="240" w:lineRule="auto"/>
      </w:pPr>
      <w:r>
        <w:separator/>
      </w:r>
    </w:p>
  </w:footnote>
  <w:footnote w:type="continuationSeparator" w:id="0">
    <w:p w14:paraId="6F7AB05B" w14:textId="77777777" w:rsidR="002178CC" w:rsidRDefault="002178CC" w:rsidP="0022188E">
      <w:pPr>
        <w:spacing w:after="0" w:line="240" w:lineRule="auto"/>
      </w:pPr>
      <w:r>
        <w:continuationSeparator/>
      </w:r>
    </w:p>
  </w:footnote>
  <w:footnote w:type="continuationNotice" w:id="1">
    <w:p w14:paraId="503AC58B" w14:textId="77777777" w:rsidR="002178CC" w:rsidRDefault="002178C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5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178CC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56128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B4616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C478B"/>
    <w:rsid w:val="004D303E"/>
    <w:rsid w:val="004D5E32"/>
    <w:rsid w:val="004F65C0"/>
    <w:rsid w:val="00502CD3"/>
    <w:rsid w:val="00504393"/>
    <w:rsid w:val="00507851"/>
    <w:rsid w:val="0053345C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18B8"/>
    <w:rsid w:val="00705BE4"/>
    <w:rsid w:val="00706F9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6651D"/>
    <w:rsid w:val="00770F5A"/>
    <w:rsid w:val="00782F9D"/>
    <w:rsid w:val="00793C61"/>
    <w:rsid w:val="00794248"/>
    <w:rsid w:val="00796BB1"/>
    <w:rsid w:val="007A0851"/>
    <w:rsid w:val="007A0ADA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45256"/>
    <w:rsid w:val="00955089"/>
    <w:rsid w:val="00957B86"/>
    <w:rsid w:val="00960404"/>
    <w:rsid w:val="00973217"/>
    <w:rsid w:val="00991E22"/>
    <w:rsid w:val="009A56DE"/>
    <w:rsid w:val="009B660E"/>
    <w:rsid w:val="009C56D2"/>
    <w:rsid w:val="009C5D1B"/>
    <w:rsid w:val="009C6C0F"/>
    <w:rsid w:val="009D257F"/>
    <w:rsid w:val="009D6DFB"/>
    <w:rsid w:val="009E0C61"/>
    <w:rsid w:val="009E197C"/>
    <w:rsid w:val="009E2EDB"/>
    <w:rsid w:val="009E3334"/>
    <w:rsid w:val="009E3594"/>
    <w:rsid w:val="009E3D6A"/>
    <w:rsid w:val="009E6CC9"/>
    <w:rsid w:val="009E793C"/>
    <w:rsid w:val="009F47A6"/>
    <w:rsid w:val="009F5AEC"/>
    <w:rsid w:val="009F7BC9"/>
    <w:rsid w:val="00A02F5A"/>
    <w:rsid w:val="00A05603"/>
    <w:rsid w:val="00A26A71"/>
    <w:rsid w:val="00A31526"/>
    <w:rsid w:val="00A42E1B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3DB5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0AC6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827B7"/>
    <w:rsid w:val="00B92A33"/>
    <w:rsid w:val="00BA0A0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1CC1"/>
    <w:rsid w:val="00C46275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3474F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6ED2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31C38"/>
    <w:rsid w:val="00E50306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79E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1C3A8D"/>
    <w:rsid w:val="001D265A"/>
    <w:rsid w:val="002E2AE0"/>
    <w:rsid w:val="00320969"/>
    <w:rsid w:val="00343830"/>
    <w:rsid w:val="003B0FB8"/>
    <w:rsid w:val="004849A4"/>
    <w:rsid w:val="004B37E8"/>
    <w:rsid w:val="00507851"/>
    <w:rsid w:val="0053345C"/>
    <w:rsid w:val="005448FE"/>
    <w:rsid w:val="005D169A"/>
    <w:rsid w:val="00604546"/>
    <w:rsid w:val="006502F4"/>
    <w:rsid w:val="00653154"/>
    <w:rsid w:val="00664809"/>
    <w:rsid w:val="007437B2"/>
    <w:rsid w:val="007439FF"/>
    <w:rsid w:val="007A0ADA"/>
    <w:rsid w:val="008B5E8D"/>
    <w:rsid w:val="00945256"/>
    <w:rsid w:val="009E3D6A"/>
    <w:rsid w:val="00A053CC"/>
    <w:rsid w:val="00A24B75"/>
    <w:rsid w:val="00A27A0F"/>
    <w:rsid w:val="00AD1FD5"/>
    <w:rsid w:val="00B1519B"/>
    <w:rsid w:val="00B400D3"/>
    <w:rsid w:val="00B827B7"/>
    <w:rsid w:val="00BA0A03"/>
    <w:rsid w:val="00BC6A58"/>
    <w:rsid w:val="00BC6FFE"/>
    <w:rsid w:val="00BE491F"/>
    <w:rsid w:val="00C15F83"/>
    <w:rsid w:val="00C276F7"/>
    <w:rsid w:val="00D12E0F"/>
    <w:rsid w:val="00D3474F"/>
    <w:rsid w:val="00E46EE8"/>
    <w:rsid w:val="00E50306"/>
    <w:rsid w:val="00E75F44"/>
    <w:rsid w:val="00E776A4"/>
    <w:rsid w:val="00EA0682"/>
    <w:rsid w:val="00EF5902"/>
    <w:rsid w:val="00F535A9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2025-09-01T13:49:00Z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